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5F0" w:rsidRDefault="00BA75F0" w:rsidP="005615FC"/>
    <w:p w:rsidR="00BA75F0" w:rsidRDefault="00BA75F0" w:rsidP="00BA75F0">
      <w:pPr>
        <w:rPr>
          <w:lang w:val="bg-BG"/>
        </w:rPr>
      </w:pPr>
    </w:p>
    <w:p w:rsidR="005C12A9" w:rsidRDefault="005C12A9" w:rsidP="00BA75F0">
      <w:pPr>
        <w:rPr>
          <w:lang w:val="bg-BG"/>
        </w:rPr>
      </w:pPr>
    </w:p>
    <w:p w:rsidR="005C12A9" w:rsidRPr="00B1620B" w:rsidRDefault="005C12A9" w:rsidP="00B1620B">
      <w:pPr>
        <w:jc w:val="center"/>
        <w:rPr>
          <w:rFonts w:asciiTheme="minorHAnsi" w:hAnsiTheme="minorHAnsi" w:cstheme="minorHAnsi"/>
          <w:b/>
        </w:rPr>
      </w:pPr>
      <w:r w:rsidRPr="00B1620B">
        <w:rPr>
          <w:rFonts w:asciiTheme="minorHAnsi" w:hAnsiTheme="minorHAnsi" w:cstheme="minorHAnsi"/>
          <w:b/>
        </w:rPr>
        <w:t>З А П О В Е Д</w:t>
      </w:r>
    </w:p>
    <w:p w:rsidR="005C12A9" w:rsidRPr="00B1620B" w:rsidRDefault="005C12A9" w:rsidP="00B1620B">
      <w:pPr>
        <w:jc w:val="center"/>
        <w:rPr>
          <w:rFonts w:asciiTheme="minorHAnsi" w:hAnsiTheme="minorHAnsi" w:cstheme="minorHAnsi"/>
        </w:rPr>
      </w:pPr>
    </w:p>
    <w:p w:rsidR="005C12A9" w:rsidRPr="00B1620B" w:rsidRDefault="005C12A9" w:rsidP="00B1620B">
      <w:pPr>
        <w:jc w:val="center"/>
        <w:rPr>
          <w:rFonts w:asciiTheme="minorHAnsi" w:hAnsiTheme="minorHAnsi" w:cstheme="minorHAnsi"/>
          <w:b/>
        </w:rPr>
      </w:pPr>
      <w:r w:rsidRPr="00B1620B">
        <w:rPr>
          <w:rFonts w:asciiTheme="minorHAnsi" w:hAnsiTheme="minorHAnsi" w:cstheme="minorHAnsi"/>
          <w:b/>
        </w:rPr>
        <w:t>№ ПО-09-3019-3/25.09.2024г.</w:t>
      </w:r>
    </w:p>
    <w:p w:rsidR="005C12A9" w:rsidRPr="00B1620B" w:rsidRDefault="005C12A9" w:rsidP="005C12A9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5C12A9" w:rsidRPr="00E4564F" w:rsidRDefault="005C12A9" w:rsidP="005C12A9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B1620B">
        <w:rPr>
          <w:rFonts w:asciiTheme="minorHAnsi" w:hAnsiTheme="minorHAnsi" w:cstheme="minorHAnsi"/>
          <w:sz w:val="20"/>
          <w:szCs w:val="20"/>
        </w:rPr>
        <w:tab/>
      </w:r>
      <w:r w:rsidRPr="00E4564F">
        <w:rPr>
          <w:rFonts w:asciiTheme="minorHAnsi" w:hAnsiTheme="minorHAnsi" w:cstheme="minorHAnsi"/>
          <w:sz w:val="20"/>
          <w:szCs w:val="20"/>
          <w:lang w:val="bg-BG"/>
        </w:rPr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ПО-09-3019-2/20.09.2024 г. от комисията по чл. 37в, ал. 1 от ЗСПЗЗ, определена със Заповед № ПО-09-3019 от 30.7.2024 г. на директора на Областна дирекция "Земеделие" </w:t>
      </w:r>
      <w:r w:rsidR="00164401" w:rsidRPr="00E4564F">
        <w:rPr>
          <w:rFonts w:asciiTheme="minorHAnsi" w:hAnsiTheme="minorHAnsi" w:cstheme="minorHAnsi"/>
          <w:sz w:val="20"/>
          <w:szCs w:val="20"/>
          <w:lang w:val="bg-BG"/>
        </w:rPr>
        <w:t>–</w:t>
      </w:r>
      <w:r w:rsidRPr="00E4564F">
        <w:rPr>
          <w:rFonts w:asciiTheme="minorHAnsi" w:hAnsiTheme="minorHAnsi" w:cstheme="minorHAnsi"/>
          <w:sz w:val="20"/>
          <w:szCs w:val="20"/>
          <w:lang w:val="bg-BG"/>
        </w:rPr>
        <w:t xml:space="preserve"> СОФИЯ</w:t>
      </w:r>
      <w:r w:rsidR="00164401" w:rsidRPr="00E4564F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E4564F">
        <w:rPr>
          <w:rFonts w:asciiTheme="minorHAnsi" w:hAnsiTheme="minorHAnsi" w:cstheme="minorHAnsi"/>
          <w:sz w:val="20"/>
          <w:szCs w:val="20"/>
          <w:lang w:val="bg-BG"/>
        </w:rPr>
        <w:t xml:space="preserve"> и споразумение с вх. № ПО-09-3019-1/30.8.2024 г. за землището на с. НЕГУШЕВО, ЕКАТТЕ 51281, община ГОРНА МАЛИНА, област СОФИЯ.</w:t>
      </w:r>
    </w:p>
    <w:p w:rsidR="005C12A9" w:rsidRPr="00E4564F" w:rsidRDefault="005C12A9" w:rsidP="005C12A9">
      <w:pPr>
        <w:jc w:val="both"/>
        <w:rPr>
          <w:lang w:val="bg-BG"/>
        </w:rPr>
      </w:pPr>
    </w:p>
    <w:p w:rsidR="005C12A9" w:rsidRPr="00E4564F" w:rsidRDefault="005C12A9" w:rsidP="00B1620B">
      <w:pPr>
        <w:jc w:val="center"/>
        <w:rPr>
          <w:rFonts w:asciiTheme="minorHAnsi" w:hAnsiTheme="minorHAnsi" w:cstheme="minorHAnsi"/>
          <w:b/>
          <w:lang w:val="bg-BG"/>
        </w:rPr>
      </w:pPr>
      <w:r w:rsidRPr="00E4564F">
        <w:rPr>
          <w:rFonts w:asciiTheme="minorHAnsi" w:hAnsiTheme="minorHAnsi" w:cstheme="minorHAnsi"/>
          <w:b/>
          <w:lang w:val="bg-BG"/>
        </w:rPr>
        <w:t>О Д О Б Р Я В А М:</w:t>
      </w:r>
    </w:p>
    <w:p w:rsidR="005C12A9" w:rsidRPr="00E4564F" w:rsidRDefault="005C12A9" w:rsidP="005C12A9">
      <w:pPr>
        <w:jc w:val="both"/>
        <w:rPr>
          <w:lang w:val="bg-BG"/>
        </w:rPr>
      </w:pPr>
    </w:p>
    <w:p w:rsidR="005C12A9" w:rsidRPr="00E4564F" w:rsidRDefault="005C12A9" w:rsidP="005C12A9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E4564F">
        <w:rPr>
          <w:sz w:val="20"/>
          <w:lang w:val="bg-BG"/>
        </w:rPr>
        <w:tab/>
      </w:r>
      <w:r w:rsidRPr="00E4564F">
        <w:rPr>
          <w:rFonts w:asciiTheme="minorHAnsi" w:hAnsiTheme="minorHAnsi" w:cstheme="minorHAnsi"/>
          <w:sz w:val="20"/>
          <w:szCs w:val="20"/>
          <w:lang w:val="bg-BG"/>
        </w:rPr>
        <w:t>1. Споразумение за разпределение на масивите за ползване на земеделски земи с вх. № ПО-09-3019-1/30.8.2024 г., сключено за стопанската</w:t>
      </w:r>
      <w:r w:rsidR="00EB4C80" w:rsidRPr="00E4564F">
        <w:rPr>
          <w:rFonts w:asciiTheme="minorHAnsi" w:hAnsiTheme="minorHAnsi" w:cstheme="minorHAnsi"/>
          <w:sz w:val="20"/>
          <w:szCs w:val="20"/>
          <w:lang w:val="bg-BG"/>
        </w:rPr>
        <w:t xml:space="preserve"> </w:t>
      </w:r>
      <w:r w:rsidRPr="00E4564F">
        <w:rPr>
          <w:rFonts w:asciiTheme="minorHAnsi" w:hAnsiTheme="minorHAnsi" w:cstheme="minorHAnsi"/>
          <w:b/>
          <w:sz w:val="20"/>
          <w:szCs w:val="20"/>
          <w:lang w:val="bg-BG"/>
        </w:rPr>
        <w:t>2024/2025</w:t>
      </w:r>
      <w:r w:rsidR="00EB4C80" w:rsidRPr="00E4564F">
        <w:rPr>
          <w:rFonts w:asciiTheme="minorHAnsi" w:hAnsiTheme="minorHAnsi" w:cstheme="minorHAnsi"/>
          <w:sz w:val="20"/>
          <w:szCs w:val="20"/>
          <w:lang w:val="bg-BG"/>
        </w:rPr>
        <w:t xml:space="preserve"> </w:t>
      </w:r>
      <w:r w:rsidRPr="00E4564F">
        <w:rPr>
          <w:rFonts w:asciiTheme="minorHAnsi" w:hAnsiTheme="minorHAnsi" w:cstheme="minorHAnsi"/>
          <w:sz w:val="20"/>
          <w:szCs w:val="20"/>
          <w:lang w:val="bg-BG"/>
        </w:rPr>
        <w:t xml:space="preserve">година за землището на с. </w:t>
      </w:r>
      <w:r w:rsidRPr="00E4564F">
        <w:rPr>
          <w:rFonts w:asciiTheme="minorHAnsi" w:hAnsiTheme="minorHAnsi" w:cstheme="minorHAnsi"/>
          <w:b/>
          <w:sz w:val="20"/>
          <w:szCs w:val="20"/>
          <w:lang w:val="bg-BG"/>
        </w:rPr>
        <w:t>НЕГУШЕВО</w:t>
      </w:r>
      <w:r w:rsidRPr="00E4564F">
        <w:rPr>
          <w:rFonts w:asciiTheme="minorHAnsi" w:hAnsiTheme="minorHAnsi" w:cstheme="minorHAnsi"/>
          <w:sz w:val="20"/>
          <w:szCs w:val="20"/>
          <w:lang w:val="bg-BG"/>
        </w:rPr>
        <w:t>, ЕКАТТЕ 51281, община ГОРНА МАЛИНА, област СОФИЯ, представено с доклад вх. № ПО-09-3019-2/20.09.2024 г. на комисията по чл. 37в, ал. 1 от ЗСПЗЗ, определена със Заповед № ПО-09-3019 от 30.7.2024 г. на директора на Областна дирекция "Земеделие" – СОФИЯ</w:t>
      </w:r>
      <w:r w:rsidR="00164401" w:rsidRPr="00E4564F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E4564F">
        <w:rPr>
          <w:rFonts w:asciiTheme="minorHAnsi" w:hAnsiTheme="minorHAnsi" w:cstheme="minorHAnsi"/>
          <w:sz w:val="20"/>
          <w:szCs w:val="20"/>
          <w:lang w:val="bg-BG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5C12A9" w:rsidRPr="00E4564F" w:rsidRDefault="005C12A9" w:rsidP="005C12A9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E4564F">
        <w:rPr>
          <w:rFonts w:asciiTheme="minorHAnsi" w:hAnsiTheme="minorHAnsi" w:cstheme="minorHAnsi"/>
          <w:sz w:val="20"/>
          <w:szCs w:val="20"/>
          <w:lang w:val="bg-BG"/>
        </w:rPr>
        <w:tab/>
        <w:t xml:space="preserve">Сключеното споразумение е подписано от всички собственици и/или ползватели 7 броя, допуснати до участие в процедурата и обхваща цялата площ от в размер на 4487,912 дка, определена за създаване на масиви за ползване в землището. </w:t>
      </w:r>
    </w:p>
    <w:p w:rsidR="005C12A9" w:rsidRPr="00E4564F" w:rsidRDefault="005C12A9" w:rsidP="005C12A9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5C12A9" w:rsidRPr="00E4564F" w:rsidRDefault="005C12A9" w:rsidP="005C12A9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E4564F">
        <w:rPr>
          <w:rFonts w:asciiTheme="minorHAnsi" w:hAnsiTheme="minorHAnsi" w:cstheme="minorHAnsi"/>
          <w:sz w:val="20"/>
          <w:szCs w:val="20"/>
          <w:lang w:val="bg-BG"/>
        </w:rPr>
        <w:tab/>
        <w:t xml:space="preserve">2. Масивите за ползване на обработваеми земи (НТП орна земя) в землището на с. НЕГУШЕВО,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5C12A9" w:rsidRPr="00E4564F" w:rsidRDefault="005C12A9" w:rsidP="005C12A9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5C12A9" w:rsidRPr="00E4564F" w:rsidRDefault="005C12A9" w:rsidP="005C12A9">
      <w:pPr>
        <w:jc w:val="both"/>
        <w:rPr>
          <w:rFonts w:asciiTheme="minorHAnsi" w:hAnsiTheme="minorHAnsi" w:cstheme="minorHAnsi"/>
          <w:b/>
          <w:sz w:val="20"/>
          <w:szCs w:val="20"/>
          <w:lang w:val="bg-BG"/>
        </w:rPr>
      </w:pPr>
      <w:r w:rsidRPr="00E4564F">
        <w:rPr>
          <w:rFonts w:asciiTheme="minorHAnsi" w:hAnsiTheme="minorHAnsi" w:cstheme="minorHAnsi"/>
          <w:sz w:val="20"/>
          <w:szCs w:val="20"/>
          <w:lang w:val="bg-BG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</w:t>
      </w:r>
      <w:r w:rsidR="00164401" w:rsidRPr="00E4564F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E4564F">
        <w:rPr>
          <w:rFonts w:asciiTheme="minorHAnsi" w:hAnsiTheme="minorHAnsi" w:cstheme="minorHAnsi"/>
          <w:sz w:val="20"/>
          <w:szCs w:val="20"/>
          <w:lang w:val="bg-BG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</w:t>
      </w:r>
      <w:r w:rsidRPr="00E4564F">
        <w:rPr>
          <w:rFonts w:asciiTheme="minorHAnsi" w:hAnsiTheme="minorHAnsi" w:cstheme="minorHAnsi"/>
          <w:b/>
          <w:sz w:val="20"/>
          <w:szCs w:val="20"/>
          <w:lang w:val="bg-BG"/>
        </w:rPr>
        <w:t>Банкова сметка: IBAN BG57IABG80983301456701, Банка Интернешънъл Асет Банк, както следва:</w:t>
      </w:r>
    </w:p>
    <w:p w:rsidR="005C12A9" w:rsidRPr="00E4564F" w:rsidRDefault="005C12A9" w:rsidP="005C12A9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tbl>
      <w:tblPr>
        <w:tblW w:w="9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1"/>
        <w:gridCol w:w="1280"/>
        <w:gridCol w:w="1280"/>
        <w:gridCol w:w="1280"/>
      </w:tblGrid>
      <w:tr w:rsidR="005C12A9" w:rsidRPr="00E4564F" w:rsidTr="00EB4C80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A9" w:rsidRPr="00E4564F" w:rsidRDefault="005C12A9">
            <w:pPr>
              <w:spacing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Задължени лица по чл. 37в, ал.7 от ЗСПЗЗ</w:t>
            </w:r>
          </w:p>
          <w:p w:rsidR="005C12A9" w:rsidRPr="00E4564F" w:rsidRDefault="005C12A9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A9" w:rsidRPr="00E4564F" w:rsidRDefault="005C12A9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Площ дка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A9" w:rsidRPr="00E4564F" w:rsidRDefault="005C12A9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A9" w:rsidRPr="00E4564F" w:rsidRDefault="005C12A9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Сума за внасяне лв.</w:t>
            </w:r>
          </w:p>
        </w:tc>
      </w:tr>
      <w:tr w:rsidR="00F9192B" w:rsidRPr="00E4564F" w:rsidTr="00EB4C80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92B" w:rsidRPr="00E4564F" w:rsidRDefault="00F9192B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"ЕСПОИР БИО " 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92B" w:rsidRPr="00E4564F" w:rsidRDefault="00F9192B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104,496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92B" w:rsidRPr="00E4564F" w:rsidRDefault="00F9192B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92B" w:rsidRPr="00E4564F" w:rsidRDefault="00F9192B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2 507,97</w:t>
            </w:r>
          </w:p>
        </w:tc>
      </w:tr>
      <w:tr w:rsidR="00F9192B" w:rsidRPr="00E4564F" w:rsidTr="00EB4C80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92B" w:rsidRPr="00E4564F" w:rsidRDefault="00F9192B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"ЗКПУ "СЪЗНАНИЕ"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92B" w:rsidRPr="00E4564F" w:rsidRDefault="00F9192B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6,400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92B" w:rsidRPr="00E4564F" w:rsidRDefault="00F9192B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92B" w:rsidRPr="00E4564F" w:rsidRDefault="00F9192B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153,59</w:t>
            </w:r>
          </w:p>
        </w:tc>
      </w:tr>
      <w:tr w:rsidR="00F9192B" w:rsidRPr="00E4564F" w:rsidTr="00EB4C80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92B" w:rsidRPr="00E4564F" w:rsidRDefault="00F9192B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ГЕОДАНИ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92B" w:rsidRPr="00E4564F" w:rsidRDefault="00F9192B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24,405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92B" w:rsidRPr="00E4564F" w:rsidRDefault="00F9192B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92B" w:rsidRPr="00E4564F" w:rsidRDefault="00F9192B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585,73</w:t>
            </w:r>
          </w:p>
        </w:tc>
      </w:tr>
      <w:tr w:rsidR="00F9192B" w:rsidRPr="00E4564F" w:rsidTr="00EB4C80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92B" w:rsidRPr="00E4564F" w:rsidRDefault="00F9192B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ЗК ЕДИНСТВО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92B" w:rsidRPr="00E4564F" w:rsidRDefault="00F9192B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29,655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92B" w:rsidRPr="00E4564F" w:rsidRDefault="00F9192B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92B" w:rsidRPr="00E4564F" w:rsidRDefault="00F9192B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711,73</w:t>
            </w:r>
          </w:p>
        </w:tc>
      </w:tr>
      <w:tr w:rsidR="00F9192B" w:rsidRPr="00E4564F" w:rsidTr="00EB4C80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92B" w:rsidRPr="00E4564F" w:rsidRDefault="00F9192B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ЛАКОН БИО 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92B" w:rsidRPr="00E4564F" w:rsidRDefault="00F9192B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270,139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92B" w:rsidRPr="00E4564F" w:rsidRDefault="00F9192B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92B" w:rsidRPr="00E4564F" w:rsidRDefault="00F9192B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6483,32</w:t>
            </w:r>
          </w:p>
        </w:tc>
      </w:tr>
      <w:tr w:rsidR="00F9192B" w:rsidRPr="00E4564F" w:rsidTr="00EB4C80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92B" w:rsidRPr="00E4564F" w:rsidRDefault="00F9192B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ЛАКТАН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92B" w:rsidRPr="00E4564F" w:rsidRDefault="00F9192B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695,488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92B" w:rsidRPr="00E4564F" w:rsidRDefault="00F9192B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92B" w:rsidRPr="00E4564F" w:rsidRDefault="00F9192B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16691,75</w:t>
            </w:r>
          </w:p>
        </w:tc>
      </w:tr>
      <w:tr w:rsidR="00F9192B" w:rsidRPr="00E4564F" w:rsidTr="00EB4C80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92B" w:rsidRPr="00E4564F" w:rsidRDefault="00F9192B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МАРУСЯ ГЕОРГИЕВА СТОЯНОВА ИВАНОВ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92B" w:rsidRPr="00E4564F" w:rsidRDefault="00F9192B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6,138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92B" w:rsidRPr="00E4564F" w:rsidRDefault="00F9192B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92B" w:rsidRPr="00E4564F" w:rsidRDefault="00F9192B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E4564F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147,31</w:t>
            </w:r>
          </w:p>
        </w:tc>
      </w:tr>
    </w:tbl>
    <w:p w:rsidR="005C12A9" w:rsidRPr="00E4564F" w:rsidRDefault="005C12A9" w:rsidP="005C12A9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5C12A9" w:rsidRPr="00E4564F" w:rsidRDefault="005C12A9" w:rsidP="005C12A9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E4564F">
        <w:rPr>
          <w:rFonts w:asciiTheme="minorHAnsi" w:hAnsiTheme="minorHAnsi" w:cstheme="minorHAnsi"/>
          <w:sz w:val="20"/>
          <w:szCs w:val="20"/>
          <w:lang w:val="bg-BG"/>
        </w:rPr>
        <w:tab/>
        <w:t>За задължените лица, които не са заплатили сумите по чл. 37в, ал. 7 съгласно настоящата заповед, директорът на ОДЗ – СОФИЯ</w:t>
      </w:r>
      <w:r w:rsidR="00164401" w:rsidRPr="00E4564F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E4564F">
        <w:rPr>
          <w:rFonts w:asciiTheme="minorHAnsi" w:hAnsiTheme="minorHAnsi" w:cstheme="minorHAnsi"/>
          <w:sz w:val="20"/>
          <w:szCs w:val="20"/>
          <w:lang w:val="bg-BG"/>
        </w:rPr>
        <w:t xml:space="preserve"> следва да издаде заповед за заплащане на трикратния размер на средното </w:t>
      </w:r>
      <w:r w:rsidRPr="00E4564F">
        <w:rPr>
          <w:rFonts w:asciiTheme="minorHAnsi" w:hAnsiTheme="minorHAnsi" w:cstheme="minorHAnsi"/>
          <w:sz w:val="20"/>
          <w:szCs w:val="20"/>
          <w:lang w:val="bg-BG"/>
        </w:rPr>
        <w:lastRenderedPageBreak/>
        <w:t>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5C12A9" w:rsidRPr="00E4564F" w:rsidRDefault="005C12A9" w:rsidP="005C12A9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5C12A9" w:rsidRPr="00E4564F" w:rsidRDefault="005C12A9" w:rsidP="005C12A9">
      <w:pPr>
        <w:jc w:val="both"/>
        <w:rPr>
          <w:rFonts w:asciiTheme="minorHAnsi" w:hAnsiTheme="minorHAnsi" w:cstheme="minorHAnsi"/>
          <w:sz w:val="20"/>
          <w:szCs w:val="20"/>
        </w:rPr>
      </w:pPr>
      <w:r w:rsidRPr="00E4564F">
        <w:rPr>
          <w:rFonts w:asciiTheme="minorHAnsi" w:hAnsiTheme="minorHAnsi" w:cstheme="minorHAnsi"/>
          <w:sz w:val="20"/>
          <w:szCs w:val="20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164401" w:rsidRPr="00E4564F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="00E4564F">
        <w:rPr>
          <w:rFonts w:asciiTheme="minorHAnsi" w:hAnsiTheme="minorHAnsi" w:cstheme="minorHAnsi"/>
          <w:sz w:val="20"/>
          <w:szCs w:val="20"/>
        </w:rPr>
        <w:t>.</w:t>
      </w:r>
      <w:bookmarkStart w:id="0" w:name="_GoBack"/>
      <w:bookmarkEnd w:id="0"/>
    </w:p>
    <w:p w:rsidR="005C12A9" w:rsidRPr="00E4564F" w:rsidRDefault="005C12A9" w:rsidP="005C12A9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5C12A9" w:rsidRPr="00E4564F" w:rsidRDefault="005C12A9" w:rsidP="005C12A9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E4564F">
        <w:rPr>
          <w:rFonts w:asciiTheme="minorHAnsi" w:hAnsiTheme="minorHAnsi" w:cstheme="minorHAnsi"/>
          <w:sz w:val="20"/>
          <w:szCs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5C12A9" w:rsidRPr="00E4564F" w:rsidRDefault="005C12A9" w:rsidP="005C12A9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5C12A9" w:rsidRPr="00E4564F" w:rsidRDefault="005C12A9" w:rsidP="005C12A9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E4564F">
        <w:rPr>
          <w:rFonts w:asciiTheme="minorHAnsi" w:hAnsiTheme="minorHAnsi" w:cstheme="minorHAnsi"/>
          <w:sz w:val="20"/>
          <w:szCs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5C12A9" w:rsidRPr="00E4564F" w:rsidRDefault="005C12A9" w:rsidP="005C12A9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5C12A9" w:rsidRPr="00E4564F" w:rsidRDefault="005C12A9" w:rsidP="005C12A9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E4564F">
        <w:rPr>
          <w:rFonts w:asciiTheme="minorHAnsi" w:hAnsiTheme="minorHAnsi" w:cstheme="minorHAnsi"/>
          <w:sz w:val="20"/>
          <w:szCs w:val="20"/>
          <w:lang w:val="bg-BG"/>
        </w:rPr>
        <w:tab/>
        <w:t>Контрол по изпълнение на заповедта ще упражнявам лично.</w:t>
      </w:r>
    </w:p>
    <w:p w:rsidR="005C12A9" w:rsidRPr="00E4564F" w:rsidRDefault="005C12A9" w:rsidP="005C12A9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5C12A9" w:rsidRPr="00E4564F" w:rsidRDefault="005C12A9" w:rsidP="005C12A9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E4564F">
        <w:rPr>
          <w:rFonts w:asciiTheme="minorHAnsi" w:hAnsiTheme="minorHAnsi" w:cstheme="minorHAnsi"/>
          <w:sz w:val="20"/>
          <w:szCs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5C12A9" w:rsidRPr="00E4564F" w:rsidRDefault="005C12A9" w:rsidP="005C12A9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5C12A9" w:rsidRPr="00E4564F" w:rsidRDefault="005C12A9" w:rsidP="005C12A9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5C12A9" w:rsidRPr="00E4564F" w:rsidRDefault="005C12A9" w:rsidP="005C12A9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5C12A9" w:rsidRPr="00E4564F" w:rsidRDefault="005C12A9" w:rsidP="005C12A9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E4564F">
        <w:rPr>
          <w:rFonts w:asciiTheme="minorHAnsi" w:hAnsiTheme="minorHAnsi" w:cstheme="minorHAnsi"/>
          <w:sz w:val="20"/>
          <w:szCs w:val="20"/>
          <w:lang w:val="bg-BG"/>
        </w:rPr>
        <w:t>..........................................</w:t>
      </w:r>
    </w:p>
    <w:p w:rsidR="005C12A9" w:rsidRPr="00E4564F" w:rsidRDefault="005C12A9" w:rsidP="005C12A9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E4564F">
        <w:rPr>
          <w:rFonts w:asciiTheme="minorHAnsi" w:hAnsiTheme="minorHAnsi" w:cstheme="minorHAnsi"/>
          <w:sz w:val="20"/>
          <w:szCs w:val="20"/>
          <w:lang w:val="bg-BG"/>
        </w:rPr>
        <w:t xml:space="preserve">      (подпис и печат)</w:t>
      </w:r>
    </w:p>
    <w:p w:rsidR="005C12A9" w:rsidRPr="00E4564F" w:rsidRDefault="005C12A9" w:rsidP="005C12A9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5C12A9" w:rsidRPr="00B1620B" w:rsidRDefault="005C12A9" w:rsidP="005C12A9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B1620B">
        <w:rPr>
          <w:rFonts w:asciiTheme="minorHAnsi" w:hAnsiTheme="minorHAnsi" w:cstheme="minorHAnsi"/>
          <w:sz w:val="20"/>
          <w:szCs w:val="20"/>
        </w:rPr>
        <w:t xml:space="preserve">Директор на Областна дирекция "Земеделие" </w:t>
      </w:r>
      <w:r w:rsidR="00164401" w:rsidRPr="00B1620B">
        <w:rPr>
          <w:rFonts w:asciiTheme="minorHAnsi" w:hAnsiTheme="minorHAnsi" w:cstheme="minorHAnsi"/>
          <w:sz w:val="20"/>
          <w:szCs w:val="20"/>
        </w:rPr>
        <w:t>–</w:t>
      </w:r>
      <w:r w:rsidRPr="00B1620B">
        <w:rPr>
          <w:rFonts w:asciiTheme="minorHAnsi" w:hAnsiTheme="minorHAnsi" w:cstheme="minorHAnsi"/>
          <w:sz w:val="20"/>
          <w:szCs w:val="20"/>
        </w:rPr>
        <w:t xml:space="preserve"> СОФИЯ</w:t>
      </w:r>
      <w:r w:rsidR="00164401" w:rsidRPr="00B1620B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</w:p>
    <w:p w:rsidR="005C12A9" w:rsidRPr="00B1620B" w:rsidRDefault="005C12A9" w:rsidP="005C12A9">
      <w:pPr>
        <w:rPr>
          <w:rFonts w:asciiTheme="minorHAnsi" w:hAnsiTheme="minorHAnsi" w:cstheme="minorHAnsi"/>
          <w:sz w:val="20"/>
          <w:szCs w:val="20"/>
        </w:rPr>
      </w:pPr>
    </w:p>
    <w:p w:rsidR="005C12A9" w:rsidRPr="00B1620B" w:rsidRDefault="005C12A9" w:rsidP="00BA75F0">
      <w:pPr>
        <w:rPr>
          <w:rFonts w:asciiTheme="minorHAnsi" w:hAnsiTheme="minorHAnsi" w:cstheme="minorHAnsi"/>
          <w:sz w:val="20"/>
          <w:szCs w:val="20"/>
          <w:lang w:val="bg-BG"/>
        </w:rPr>
      </w:pPr>
    </w:p>
    <w:p>
      <w:r>
        <w:br/>
        <w:t>Петко Николаев Димов (Директор)</w:t>
        <w:br/>
        <w:t>19.11.2024г. 11:14ч.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5C12A9" w:rsidRPr="00B1620B" w:rsidSect="00090F57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683" w:right="708" w:bottom="709" w:left="1276" w:header="568" w:footer="52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941" w:rsidRDefault="00CD2941">
      <w:r>
        <w:separator/>
      </w:r>
    </w:p>
  </w:endnote>
  <w:endnote w:type="continuationSeparator" w:id="0">
    <w:p w:rsidR="00CD2941" w:rsidRDefault="00CD2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Default="000B1CCE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090F5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90F57" w:rsidRDefault="00090F57" w:rsidP="00C373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Pr="00713EC9" w:rsidRDefault="000B1CCE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090F57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E4564F">
      <w:rPr>
        <w:rStyle w:val="ac"/>
        <w:noProof/>
        <w:sz w:val="18"/>
      </w:rPr>
      <w:t>2</w:t>
    </w:r>
    <w:r w:rsidRPr="00713EC9">
      <w:rPr>
        <w:rStyle w:val="ac"/>
        <w:sz w:val="18"/>
      </w:rPr>
      <w:fldChar w:fldCharType="end"/>
    </w:r>
  </w:p>
  <w:p w:rsidR="00090F57" w:rsidRPr="002639F4" w:rsidRDefault="00090F57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</w:p>
  <w:p w:rsidR="00090F57" w:rsidRPr="002639F4" w:rsidRDefault="00090F57" w:rsidP="00090F57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тел</w:t>
    </w:r>
    <w:r w:rsidRPr="00090F57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090F57" w:rsidRPr="002639F4" w:rsidRDefault="00090F57" w:rsidP="00090F5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090F57" w:rsidRPr="00835BBA" w:rsidRDefault="00090F57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Pr="0056337C" w:rsidRDefault="00090F57" w:rsidP="00090F57">
    <w:pPr>
      <w:jc w:val="center"/>
      <w:rPr>
        <w:lang w:val="bg-BG"/>
      </w:rPr>
    </w:pPr>
  </w:p>
  <w:p w:rsidR="00090F57" w:rsidRPr="002639F4" w:rsidRDefault="00090F57" w:rsidP="00090F57">
    <w:pPr>
      <w:jc w:val="center"/>
      <w:rPr>
        <w:rFonts w:ascii="Verdana" w:hAnsi="Verdana"/>
        <w:sz w:val="16"/>
        <w:szCs w:val="16"/>
        <w:lang w:val="ru-RU"/>
      </w:rPr>
    </w:pPr>
    <w:r>
      <w:rPr>
        <w:rFonts w:ascii="Verdana" w:hAnsi="Verdana"/>
        <w:noProof/>
        <w:sz w:val="16"/>
        <w:szCs w:val="16"/>
        <w:lang w:val="bg-BG"/>
      </w:rPr>
      <w:tab/>
    </w: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090F57" w:rsidRPr="002639F4" w:rsidRDefault="00090F57" w:rsidP="00090F5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090F57" w:rsidRPr="00004F45" w:rsidRDefault="00090F57" w:rsidP="00090F57">
    <w:pPr>
      <w:tabs>
        <w:tab w:val="left" w:pos="975"/>
      </w:tabs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941" w:rsidRDefault="00CD2941">
      <w:r>
        <w:separator/>
      </w:r>
    </w:p>
  </w:footnote>
  <w:footnote w:type="continuationSeparator" w:id="0">
    <w:p w:rsidR="00CD2941" w:rsidRDefault="00CD2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Pr="005B69F7" w:rsidRDefault="00090F57" w:rsidP="005B69F7">
    <w:pPr>
      <w:pStyle w:val="2"/>
      <w:rPr>
        <w:rStyle w:val="a8"/>
        <w:sz w:val="2"/>
        <w:szCs w:val="2"/>
      </w:rPr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16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90F57" w:rsidRPr="005B69F7" w:rsidRDefault="00E4564F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53.05pt;margin-top:.65pt;width:0;height:48.2pt;z-index:251658240;visibility:visible;mso-wrap-distance-left:3.17494mm;mso-wrap-distance-right:3.17494mm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GdAjE/cAAAACAEAAA8AAABkcnMvZG93bnJldi54bWxMj8FuwjAQ RO+V+g/WVuJSFTtUQEnjIITUQ48FpF5NvE3SxusodkjK13fhQm/7NKPZmWw9ukacsAu1Jw3JVIFA KrytqdRw2L89vYAI0ZA1jSfU8IsB1vn9XWZS6wf6wNMuloJDKKRGQxVjm0oZigqdCVPfIrH25Ttn ImNXStuZgcNdI2dKLaQzNfGHyrS4rbD42fVOA4Z+nqjNypWH9/Pw+Dk7fw/tXuvJw7h5BRFxjDcz XOpzdci509H3ZINomNUiYSsfzyAu+pWPGlbLJcg8k/8H5H8AAAD//wMAUEsBAi0AFAAGAAgAAAAh ALaDOJL+AAAA4QEAABMAAAAAAAAAAAAAAAAAAAAAAFtDb250ZW50X1R5cGVzXS54bWxQSwECLQAU AAYACAAAACEAOP0h/9YAAACUAQAACwAAAAAAAAAAAAAAAAAvAQAAX3JlbHMvLnJlbHNQSwECLQAU AAYACAAAACEATU8kxh8CAAA7BAAADgAAAAAAAAAAAAAAAAAuAgAAZHJzL2Uyb0RvYy54bWxQSwEC LQAUAAYACAAAACEAZ0CMT9wAAAAIAQAADwAAAAAAAAAAAAAAAAB5BAAAZHJzL2Rvd25yZXYueG1s UEsFBgAAAAAEAAQA8wAAAIIFAAAAAA== "/>
      </w:pict>
    </w:r>
    <w:r w:rsidR="00090F57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090F57" w:rsidRPr="0023186B" w:rsidRDefault="00090F5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Pr="00E5496B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>и</w:t>
    </w:r>
    <w:r w:rsidRPr="00345A3B">
      <w:rPr>
        <w:rFonts w:ascii="Helen Bg Condensed" w:hAnsi="Helen Bg Condensed"/>
        <w:b w:val="0"/>
        <w:spacing w:val="40"/>
        <w:sz w:val="26"/>
        <w:szCs w:val="26"/>
        <w:lang w:val="ru-RU"/>
      </w:rPr>
      <w:t xml:space="preserve"> </w:t>
    </w:r>
    <w:r w:rsidRPr="00CA3258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</w:p>
  <w:p w:rsidR="00090F57" w:rsidRPr="00983B22" w:rsidRDefault="00090F5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76362"/>
    <w:rsid w:val="00000385"/>
    <w:rsid w:val="00004F45"/>
    <w:rsid w:val="00013A9F"/>
    <w:rsid w:val="00020405"/>
    <w:rsid w:val="00031A1D"/>
    <w:rsid w:val="00032231"/>
    <w:rsid w:val="0004134C"/>
    <w:rsid w:val="0005217F"/>
    <w:rsid w:val="0005360C"/>
    <w:rsid w:val="0006594F"/>
    <w:rsid w:val="00067CA3"/>
    <w:rsid w:val="00070B96"/>
    <w:rsid w:val="000729BE"/>
    <w:rsid w:val="00085E49"/>
    <w:rsid w:val="00090F57"/>
    <w:rsid w:val="0009344D"/>
    <w:rsid w:val="00093E92"/>
    <w:rsid w:val="00094932"/>
    <w:rsid w:val="000A519D"/>
    <w:rsid w:val="000B0B3B"/>
    <w:rsid w:val="000B1CCE"/>
    <w:rsid w:val="000B468D"/>
    <w:rsid w:val="000C5047"/>
    <w:rsid w:val="000E2804"/>
    <w:rsid w:val="000E2F1C"/>
    <w:rsid w:val="000E46A8"/>
    <w:rsid w:val="000F691D"/>
    <w:rsid w:val="0010044E"/>
    <w:rsid w:val="00103DE2"/>
    <w:rsid w:val="00111688"/>
    <w:rsid w:val="00113853"/>
    <w:rsid w:val="00123D86"/>
    <w:rsid w:val="00132C1E"/>
    <w:rsid w:val="0013647C"/>
    <w:rsid w:val="00136993"/>
    <w:rsid w:val="00137F32"/>
    <w:rsid w:val="00151D0E"/>
    <w:rsid w:val="00155469"/>
    <w:rsid w:val="00157D1E"/>
    <w:rsid w:val="00164257"/>
    <w:rsid w:val="00164401"/>
    <w:rsid w:val="00164A60"/>
    <w:rsid w:val="00173032"/>
    <w:rsid w:val="001738C2"/>
    <w:rsid w:val="00173A32"/>
    <w:rsid w:val="00173B73"/>
    <w:rsid w:val="001850C9"/>
    <w:rsid w:val="00187A48"/>
    <w:rsid w:val="001A06E4"/>
    <w:rsid w:val="001A1BA3"/>
    <w:rsid w:val="001A1C66"/>
    <w:rsid w:val="001A3376"/>
    <w:rsid w:val="001B4BA5"/>
    <w:rsid w:val="001D31E5"/>
    <w:rsid w:val="0020444D"/>
    <w:rsid w:val="0020653E"/>
    <w:rsid w:val="00212573"/>
    <w:rsid w:val="00224C72"/>
    <w:rsid w:val="00225E60"/>
    <w:rsid w:val="00227566"/>
    <w:rsid w:val="0023186B"/>
    <w:rsid w:val="00236727"/>
    <w:rsid w:val="0024276E"/>
    <w:rsid w:val="002639F4"/>
    <w:rsid w:val="00264CBB"/>
    <w:rsid w:val="00266D04"/>
    <w:rsid w:val="00270F36"/>
    <w:rsid w:val="00271D98"/>
    <w:rsid w:val="002725F6"/>
    <w:rsid w:val="0027756D"/>
    <w:rsid w:val="00291439"/>
    <w:rsid w:val="00291BDD"/>
    <w:rsid w:val="002A02C2"/>
    <w:rsid w:val="002A10AF"/>
    <w:rsid w:val="002A7741"/>
    <w:rsid w:val="002C5874"/>
    <w:rsid w:val="002D202E"/>
    <w:rsid w:val="002D3B8A"/>
    <w:rsid w:val="002E25EF"/>
    <w:rsid w:val="002F2872"/>
    <w:rsid w:val="002F6F59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61B20"/>
    <w:rsid w:val="003627FF"/>
    <w:rsid w:val="00366140"/>
    <w:rsid w:val="003674A3"/>
    <w:rsid w:val="00381108"/>
    <w:rsid w:val="003813FC"/>
    <w:rsid w:val="0038518E"/>
    <w:rsid w:val="00394F92"/>
    <w:rsid w:val="00397F9B"/>
    <w:rsid w:val="003A46B1"/>
    <w:rsid w:val="003A6165"/>
    <w:rsid w:val="003A7442"/>
    <w:rsid w:val="003B6B61"/>
    <w:rsid w:val="003C0448"/>
    <w:rsid w:val="003C0F0D"/>
    <w:rsid w:val="003C2E20"/>
    <w:rsid w:val="003D27F5"/>
    <w:rsid w:val="003D48FB"/>
    <w:rsid w:val="003D646E"/>
    <w:rsid w:val="003E0D44"/>
    <w:rsid w:val="003E7141"/>
    <w:rsid w:val="003F0AB9"/>
    <w:rsid w:val="003F12AE"/>
    <w:rsid w:val="003F2EC1"/>
    <w:rsid w:val="00401145"/>
    <w:rsid w:val="00430352"/>
    <w:rsid w:val="0043125C"/>
    <w:rsid w:val="00431958"/>
    <w:rsid w:val="0043766A"/>
    <w:rsid w:val="00443D11"/>
    <w:rsid w:val="00446795"/>
    <w:rsid w:val="00454CDE"/>
    <w:rsid w:val="004636D0"/>
    <w:rsid w:val="00463733"/>
    <w:rsid w:val="00471AF4"/>
    <w:rsid w:val="00474746"/>
    <w:rsid w:val="00496975"/>
    <w:rsid w:val="004B10BF"/>
    <w:rsid w:val="004C3144"/>
    <w:rsid w:val="004C4B62"/>
    <w:rsid w:val="004E31E0"/>
    <w:rsid w:val="004E3BDE"/>
    <w:rsid w:val="004E5FF6"/>
    <w:rsid w:val="004F5882"/>
    <w:rsid w:val="004F765C"/>
    <w:rsid w:val="0050665C"/>
    <w:rsid w:val="0050723A"/>
    <w:rsid w:val="0051429F"/>
    <w:rsid w:val="00522D1E"/>
    <w:rsid w:val="0052692D"/>
    <w:rsid w:val="00533524"/>
    <w:rsid w:val="00535D58"/>
    <w:rsid w:val="00541B46"/>
    <w:rsid w:val="00541D79"/>
    <w:rsid w:val="00542B79"/>
    <w:rsid w:val="005441B9"/>
    <w:rsid w:val="00544517"/>
    <w:rsid w:val="00552B37"/>
    <w:rsid w:val="00553FF6"/>
    <w:rsid w:val="005604AC"/>
    <w:rsid w:val="005609ED"/>
    <w:rsid w:val="005615FC"/>
    <w:rsid w:val="00564A90"/>
    <w:rsid w:val="00567815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17B"/>
    <w:rsid w:val="005B2632"/>
    <w:rsid w:val="005B4D1B"/>
    <w:rsid w:val="005B69F7"/>
    <w:rsid w:val="005C12A9"/>
    <w:rsid w:val="005D19FA"/>
    <w:rsid w:val="005D2C61"/>
    <w:rsid w:val="005D42C6"/>
    <w:rsid w:val="005D6987"/>
    <w:rsid w:val="005D7788"/>
    <w:rsid w:val="005E0108"/>
    <w:rsid w:val="005E5F37"/>
    <w:rsid w:val="005F18B8"/>
    <w:rsid w:val="005F3A9D"/>
    <w:rsid w:val="005F49AA"/>
    <w:rsid w:val="005F5A69"/>
    <w:rsid w:val="006001E7"/>
    <w:rsid w:val="00600678"/>
    <w:rsid w:val="00602A0B"/>
    <w:rsid w:val="00606C01"/>
    <w:rsid w:val="00610410"/>
    <w:rsid w:val="00617A58"/>
    <w:rsid w:val="00623B38"/>
    <w:rsid w:val="006262A4"/>
    <w:rsid w:val="006322F2"/>
    <w:rsid w:val="006359F1"/>
    <w:rsid w:val="00645F78"/>
    <w:rsid w:val="0065209B"/>
    <w:rsid w:val="00654315"/>
    <w:rsid w:val="006655C6"/>
    <w:rsid w:val="006727E9"/>
    <w:rsid w:val="006728A7"/>
    <w:rsid w:val="00682F90"/>
    <w:rsid w:val="00684C7E"/>
    <w:rsid w:val="00687C4C"/>
    <w:rsid w:val="006A3970"/>
    <w:rsid w:val="006A587F"/>
    <w:rsid w:val="006A760F"/>
    <w:rsid w:val="006B0B9A"/>
    <w:rsid w:val="006B282B"/>
    <w:rsid w:val="006B7386"/>
    <w:rsid w:val="006C1BE4"/>
    <w:rsid w:val="006C5E63"/>
    <w:rsid w:val="006E1608"/>
    <w:rsid w:val="006E2F1D"/>
    <w:rsid w:val="006E6F28"/>
    <w:rsid w:val="006F0945"/>
    <w:rsid w:val="006F5952"/>
    <w:rsid w:val="00703AAB"/>
    <w:rsid w:val="00705274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55CB0"/>
    <w:rsid w:val="00762DA8"/>
    <w:rsid w:val="00781F58"/>
    <w:rsid w:val="00782B6D"/>
    <w:rsid w:val="00785809"/>
    <w:rsid w:val="00787497"/>
    <w:rsid w:val="007947AE"/>
    <w:rsid w:val="00794F6B"/>
    <w:rsid w:val="007964C9"/>
    <w:rsid w:val="007A038F"/>
    <w:rsid w:val="007A06D3"/>
    <w:rsid w:val="007A6290"/>
    <w:rsid w:val="007B4B8A"/>
    <w:rsid w:val="007C0799"/>
    <w:rsid w:val="007C49BC"/>
    <w:rsid w:val="007D05C7"/>
    <w:rsid w:val="007D07CD"/>
    <w:rsid w:val="007D6450"/>
    <w:rsid w:val="00800337"/>
    <w:rsid w:val="0080526F"/>
    <w:rsid w:val="00810556"/>
    <w:rsid w:val="0081108A"/>
    <w:rsid w:val="00813E21"/>
    <w:rsid w:val="00822F7A"/>
    <w:rsid w:val="00822FC3"/>
    <w:rsid w:val="00823FF9"/>
    <w:rsid w:val="008318FA"/>
    <w:rsid w:val="008324AB"/>
    <w:rsid w:val="00835BBA"/>
    <w:rsid w:val="008361AB"/>
    <w:rsid w:val="008374AD"/>
    <w:rsid w:val="00847069"/>
    <w:rsid w:val="0085348A"/>
    <w:rsid w:val="0086367E"/>
    <w:rsid w:val="00871654"/>
    <w:rsid w:val="008818F5"/>
    <w:rsid w:val="00883AE2"/>
    <w:rsid w:val="0088459B"/>
    <w:rsid w:val="00887FEB"/>
    <w:rsid w:val="00893776"/>
    <w:rsid w:val="008A1BBB"/>
    <w:rsid w:val="008A50AB"/>
    <w:rsid w:val="008A6555"/>
    <w:rsid w:val="008B0206"/>
    <w:rsid w:val="008B1300"/>
    <w:rsid w:val="008D2703"/>
    <w:rsid w:val="008E0E45"/>
    <w:rsid w:val="008E25EF"/>
    <w:rsid w:val="008F3A6E"/>
    <w:rsid w:val="009075FB"/>
    <w:rsid w:val="0092277B"/>
    <w:rsid w:val="009319FA"/>
    <w:rsid w:val="00931B42"/>
    <w:rsid w:val="00936425"/>
    <w:rsid w:val="00945150"/>
    <w:rsid w:val="00946D85"/>
    <w:rsid w:val="00954C16"/>
    <w:rsid w:val="00956CD8"/>
    <w:rsid w:val="00974546"/>
    <w:rsid w:val="009803EE"/>
    <w:rsid w:val="0098271E"/>
    <w:rsid w:val="00983B22"/>
    <w:rsid w:val="00985484"/>
    <w:rsid w:val="00992DF8"/>
    <w:rsid w:val="00996A5D"/>
    <w:rsid w:val="0099762A"/>
    <w:rsid w:val="009A2BA7"/>
    <w:rsid w:val="009A49E5"/>
    <w:rsid w:val="009B3FDB"/>
    <w:rsid w:val="009B54D5"/>
    <w:rsid w:val="009B57C3"/>
    <w:rsid w:val="009C4DF8"/>
    <w:rsid w:val="009D555E"/>
    <w:rsid w:val="009E229F"/>
    <w:rsid w:val="009E7D8E"/>
    <w:rsid w:val="009F2A96"/>
    <w:rsid w:val="00A05DB4"/>
    <w:rsid w:val="00A12E90"/>
    <w:rsid w:val="00A23841"/>
    <w:rsid w:val="00A23BFD"/>
    <w:rsid w:val="00A2419F"/>
    <w:rsid w:val="00A32264"/>
    <w:rsid w:val="00A36C2A"/>
    <w:rsid w:val="00A56EBD"/>
    <w:rsid w:val="00A60065"/>
    <w:rsid w:val="00A60928"/>
    <w:rsid w:val="00A72B24"/>
    <w:rsid w:val="00A74EBA"/>
    <w:rsid w:val="00A75898"/>
    <w:rsid w:val="00A762BC"/>
    <w:rsid w:val="00A76B02"/>
    <w:rsid w:val="00A806FD"/>
    <w:rsid w:val="00A86175"/>
    <w:rsid w:val="00A908FE"/>
    <w:rsid w:val="00A92CFD"/>
    <w:rsid w:val="00A974AA"/>
    <w:rsid w:val="00A97F39"/>
    <w:rsid w:val="00AA1D25"/>
    <w:rsid w:val="00AA37E5"/>
    <w:rsid w:val="00AB53BB"/>
    <w:rsid w:val="00AB69B7"/>
    <w:rsid w:val="00AC123D"/>
    <w:rsid w:val="00AC5482"/>
    <w:rsid w:val="00AD13E8"/>
    <w:rsid w:val="00AD2747"/>
    <w:rsid w:val="00AD31FE"/>
    <w:rsid w:val="00AD3A76"/>
    <w:rsid w:val="00AD6705"/>
    <w:rsid w:val="00AD6B30"/>
    <w:rsid w:val="00AD7D68"/>
    <w:rsid w:val="00AE6009"/>
    <w:rsid w:val="00AF2B6F"/>
    <w:rsid w:val="00B01909"/>
    <w:rsid w:val="00B020F2"/>
    <w:rsid w:val="00B02AEB"/>
    <w:rsid w:val="00B14BA2"/>
    <w:rsid w:val="00B1620B"/>
    <w:rsid w:val="00B4496C"/>
    <w:rsid w:val="00B45D58"/>
    <w:rsid w:val="00B522EB"/>
    <w:rsid w:val="00B54180"/>
    <w:rsid w:val="00B65B7A"/>
    <w:rsid w:val="00B83FD4"/>
    <w:rsid w:val="00B8734B"/>
    <w:rsid w:val="00B952F2"/>
    <w:rsid w:val="00B97B20"/>
    <w:rsid w:val="00BA5128"/>
    <w:rsid w:val="00BA75F0"/>
    <w:rsid w:val="00BC0B35"/>
    <w:rsid w:val="00BC45FC"/>
    <w:rsid w:val="00BD1BCF"/>
    <w:rsid w:val="00BD5937"/>
    <w:rsid w:val="00BE215C"/>
    <w:rsid w:val="00BE4052"/>
    <w:rsid w:val="00BF22D7"/>
    <w:rsid w:val="00BF7D33"/>
    <w:rsid w:val="00C00904"/>
    <w:rsid w:val="00C00979"/>
    <w:rsid w:val="00C02136"/>
    <w:rsid w:val="00C06313"/>
    <w:rsid w:val="00C120B5"/>
    <w:rsid w:val="00C15CDD"/>
    <w:rsid w:val="00C243B5"/>
    <w:rsid w:val="00C34BD9"/>
    <w:rsid w:val="00C34FAA"/>
    <w:rsid w:val="00C37346"/>
    <w:rsid w:val="00C40CD3"/>
    <w:rsid w:val="00C41B72"/>
    <w:rsid w:val="00C44A5E"/>
    <w:rsid w:val="00C473A4"/>
    <w:rsid w:val="00C525CA"/>
    <w:rsid w:val="00C54AFC"/>
    <w:rsid w:val="00C70843"/>
    <w:rsid w:val="00C70CB9"/>
    <w:rsid w:val="00C93D7D"/>
    <w:rsid w:val="00CA17DF"/>
    <w:rsid w:val="00CA21A9"/>
    <w:rsid w:val="00CA3258"/>
    <w:rsid w:val="00CA35D5"/>
    <w:rsid w:val="00CA41E3"/>
    <w:rsid w:val="00CA5F4F"/>
    <w:rsid w:val="00CA7A14"/>
    <w:rsid w:val="00CB5AB4"/>
    <w:rsid w:val="00CC41FA"/>
    <w:rsid w:val="00CC671B"/>
    <w:rsid w:val="00CC79E0"/>
    <w:rsid w:val="00CD2941"/>
    <w:rsid w:val="00CD6A9A"/>
    <w:rsid w:val="00CE1DD8"/>
    <w:rsid w:val="00CE47C7"/>
    <w:rsid w:val="00CE5345"/>
    <w:rsid w:val="00CE78CA"/>
    <w:rsid w:val="00CF1702"/>
    <w:rsid w:val="00CF334D"/>
    <w:rsid w:val="00CF769E"/>
    <w:rsid w:val="00D00BD9"/>
    <w:rsid w:val="00D04578"/>
    <w:rsid w:val="00D10B5A"/>
    <w:rsid w:val="00D10F98"/>
    <w:rsid w:val="00D117C6"/>
    <w:rsid w:val="00D1214A"/>
    <w:rsid w:val="00D13F65"/>
    <w:rsid w:val="00D223E5"/>
    <w:rsid w:val="00D259F5"/>
    <w:rsid w:val="00D30D14"/>
    <w:rsid w:val="00D442FC"/>
    <w:rsid w:val="00D450FA"/>
    <w:rsid w:val="00D472F6"/>
    <w:rsid w:val="00D4743D"/>
    <w:rsid w:val="00D53DB7"/>
    <w:rsid w:val="00D61AE4"/>
    <w:rsid w:val="00D71A31"/>
    <w:rsid w:val="00D742E5"/>
    <w:rsid w:val="00D7472F"/>
    <w:rsid w:val="00D81065"/>
    <w:rsid w:val="00D81D3E"/>
    <w:rsid w:val="00D864E4"/>
    <w:rsid w:val="00D86697"/>
    <w:rsid w:val="00D86C51"/>
    <w:rsid w:val="00D94649"/>
    <w:rsid w:val="00DA5FC2"/>
    <w:rsid w:val="00DA6215"/>
    <w:rsid w:val="00DB0831"/>
    <w:rsid w:val="00DB47C4"/>
    <w:rsid w:val="00DC0CE3"/>
    <w:rsid w:val="00DC4AA8"/>
    <w:rsid w:val="00DD23FA"/>
    <w:rsid w:val="00DE4BAF"/>
    <w:rsid w:val="00E02ED9"/>
    <w:rsid w:val="00E033AB"/>
    <w:rsid w:val="00E05705"/>
    <w:rsid w:val="00E14211"/>
    <w:rsid w:val="00E14AEE"/>
    <w:rsid w:val="00E237A5"/>
    <w:rsid w:val="00E242BE"/>
    <w:rsid w:val="00E276F4"/>
    <w:rsid w:val="00E30ECE"/>
    <w:rsid w:val="00E34EA3"/>
    <w:rsid w:val="00E4564F"/>
    <w:rsid w:val="00E52E11"/>
    <w:rsid w:val="00E5496B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236"/>
    <w:rsid w:val="00EA778C"/>
    <w:rsid w:val="00EB44A1"/>
    <w:rsid w:val="00EB4C80"/>
    <w:rsid w:val="00EB4DB7"/>
    <w:rsid w:val="00EC51BA"/>
    <w:rsid w:val="00ED0F9E"/>
    <w:rsid w:val="00ED12CE"/>
    <w:rsid w:val="00ED1FAE"/>
    <w:rsid w:val="00EE1A25"/>
    <w:rsid w:val="00EE2FF9"/>
    <w:rsid w:val="00EF15D2"/>
    <w:rsid w:val="00EF3588"/>
    <w:rsid w:val="00EF61F2"/>
    <w:rsid w:val="00EF6834"/>
    <w:rsid w:val="00EF7441"/>
    <w:rsid w:val="00F06BC9"/>
    <w:rsid w:val="00F1318E"/>
    <w:rsid w:val="00F135C4"/>
    <w:rsid w:val="00F33E4F"/>
    <w:rsid w:val="00F37E58"/>
    <w:rsid w:val="00F5328B"/>
    <w:rsid w:val="00F636AF"/>
    <w:rsid w:val="00F63931"/>
    <w:rsid w:val="00F670A1"/>
    <w:rsid w:val="00F72CF1"/>
    <w:rsid w:val="00F7674E"/>
    <w:rsid w:val="00F77810"/>
    <w:rsid w:val="00F9192B"/>
    <w:rsid w:val="00F95DCD"/>
    <w:rsid w:val="00FA10EE"/>
    <w:rsid w:val="00FA4106"/>
    <w:rsid w:val="00FB2631"/>
    <w:rsid w:val="00FB3A94"/>
    <w:rsid w:val="00FB775A"/>
    <w:rsid w:val="00FD129D"/>
    <w:rsid w:val="00FE345E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  <w14:docId w14:val="7C76A527"/>
  <w15:docId w15:val="{E58F5C57-1F56-43E6-897B-5E1748296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0AB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D10F98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D10F98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D10F98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D10F98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10F98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D10F98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D10F98"/>
    <w:pPr>
      <w:jc w:val="both"/>
    </w:pPr>
    <w:rPr>
      <w:lang w:val="bg-BG"/>
    </w:rPr>
  </w:style>
  <w:style w:type="paragraph" w:styleId="20">
    <w:name w:val="Body Text 2"/>
    <w:basedOn w:val="a"/>
    <w:rsid w:val="00D10F98"/>
    <w:pPr>
      <w:jc w:val="both"/>
    </w:pPr>
    <w:rPr>
      <w:lang w:val="bg-BG"/>
    </w:rPr>
  </w:style>
  <w:style w:type="character" w:styleId="a7">
    <w:name w:val="Hyperlink"/>
    <w:uiPriority w:val="99"/>
    <w:rsid w:val="00D10F98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header1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Documents%20and%20Settings/User.NEC-117E7CAAAAE/Desktop/ODZ_new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EA8CC-299B-440E-8C89-A422AA4A8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244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2023-09-04T10:09:00Z</dcterms:created>
  <dc:creator>User</dc:creator>
  <cp:lastModifiedBy>User</cp:lastModifiedBy>
  <cp:lastPrinted>2023-10-05T09:30:00Z</cp:lastPrinted>
  <dcterms:modified xsi:type="dcterms:W3CDTF">2024-11-15T14:05:00Z</dcterms:modified>
  <cp:revision>44</cp:revision>
  <dc:title>ДО</dc:title>
</cp:coreProperties>
</file>